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3F2" w:rsidRDefault="006C03F2" w:rsidP="006C03F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15:</w:t>
      </w:r>
    </w:p>
    <w:p w:rsidR="006C03F2" w:rsidRPr="00556634" w:rsidRDefault="006C03F2" w:rsidP="006C03F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7098" w:type="dxa"/>
        <w:tblLook w:val="04A0" w:firstRow="1" w:lastRow="0" w:firstColumn="1" w:lastColumn="0" w:noHBand="0" w:noVBand="1"/>
      </w:tblPr>
      <w:tblGrid>
        <w:gridCol w:w="1649"/>
        <w:gridCol w:w="5449"/>
      </w:tblGrid>
      <w:tr w:rsidR="006C03F2" w:rsidTr="006C03F2">
        <w:trPr>
          <w:trHeight w:val="1625"/>
        </w:trPr>
        <w:tc>
          <w:tcPr>
            <w:tcW w:w="1649" w:type="dxa"/>
            <w:vAlign w:val="center"/>
          </w:tcPr>
          <w:p w:rsidR="006C03F2" w:rsidRPr="00D07609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72 €</w:t>
            </w:r>
          </w:p>
        </w:tc>
        <w:tc>
          <w:tcPr>
            <w:tcW w:w="5449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6C03F2" w:rsidTr="006C03F2">
        <w:trPr>
          <w:trHeight w:val="1625"/>
        </w:trPr>
        <w:tc>
          <w:tcPr>
            <w:tcW w:w="1649" w:type="dxa"/>
            <w:vAlign w:val="center"/>
          </w:tcPr>
          <w:p w:rsidR="006C03F2" w:rsidRPr="00D07609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48 €</w:t>
            </w:r>
          </w:p>
        </w:tc>
        <w:tc>
          <w:tcPr>
            <w:tcW w:w="5449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6C03F2" w:rsidRDefault="006C03F2" w:rsidP="006C03F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C03F2" w:rsidRPr="00D07609" w:rsidRDefault="006C03F2" w:rsidP="006C03F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16: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  </w:t>
      </w: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6"/>
        <w:gridCol w:w="5601"/>
      </w:tblGrid>
      <w:tr w:rsidR="006C03F2" w:rsidTr="006C03F2">
        <w:trPr>
          <w:trHeight w:val="1152"/>
        </w:trPr>
        <w:tc>
          <w:tcPr>
            <w:tcW w:w="1195" w:type="dxa"/>
            <w:vAlign w:val="center"/>
          </w:tcPr>
          <w:p w:rsidR="006C03F2" w:rsidRPr="006C03F2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  <w:t>… €</w:t>
            </w:r>
          </w:p>
        </w:tc>
        <w:tc>
          <w:tcPr>
            <w:tcW w:w="5798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196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195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194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193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2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1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89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88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3F2" w:rsidTr="006C03F2">
        <w:trPr>
          <w:trHeight w:val="1152"/>
        </w:trPr>
        <w:tc>
          <w:tcPr>
            <w:tcW w:w="1195" w:type="dxa"/>
            <w:vAlign w:val="center"/>
          </w:tcPr>
          <w:p w:rsidR="006C03F2" w:rsidRPr="006C03F2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  <w:t>… €</w:t>
            </w:r>
          </w:p>
        </w:tc>
        <w:tc>
          <w:tcPr>
            <w:tcW w:w="5798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0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02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01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00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9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8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197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C03F2" w:rsidRDefault="006C03F2" w:rsidP="006C03F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15:</w:t>
      </w:r>
    </w:p>
    <w:p w:rsidR="006C03F2" w:rsidRPr="00556634" w:rsidRDefault="006C03F2" w:rsidP="006C03F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7098" w:type="dxa"/>
        <w:tblLook w:val="04A0" w:firstRow="1" w:lastRow="0" w:firstColumn="1" w:lastColumn="0" w:noHBand="0" w:noVBand="1"/>
      </w:tblPr>
      <w:tblGrid>
        <w:gridCol w:w="1649"/>
        <w:gridCol w:w="5449"/>
      </w:tblGrid>
      <w:tr w:rsidR="006C03F2" w:rsidTr="0089178D">
        <w:trPr>
          <w:trHeight w:val="1625"/>
        </w:trPr>
        <w:tc>
          <w:tcPr>
            <w:tcW w:w="1649" w:type="dxa"/>
            <w:vAlign w:val="center"/>
          </w:tcPr>
          <w:p w:rsidR="006C03F2" w:rsidRPr="00D07609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72 €</w:t>
            </w:r>
          </w:p>
        </w:tc>
        <w:tc>
          <w:tcPr>
            <w:tcW w:w="5449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6C03F2" w:rsidTr="0089178D">
        <w:trPr>
          <w:trHeight w:val="1625"/>
        </w:trPr>
        <w:tc>
          <w:tcPr>
            <w:tcW w:w="1649" w:type="dxa"/>
            <w:vAlign w:val="center"/>
          </w:tcPr>
          <w:p w:rsidR="006C03F2" w:rsidRPr="00D07609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1D1B10"/>
                <w:sz w:val="52"/>
                <w:szCs w:val="24"/>
                <w:lang w:eastAsia="fr-FR"/>
              </w:rPr>
              <w:t>48 €</w:t>
            </w:r>
          </w:p>
        </w:tc>
        <w:tc>
          <w:tcPr>
            <w:tcW w:w="5449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6C03F2" w:rsidRDefault="006C03F2" w:rsidP="006C03F2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C03F2" w:rsidRPr="00D07609" w:rsidRDefault="006C03F2" w:rsidP="006C03F2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16:   </w:t>
      </w: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7083" w:type="dxa"/>
        <w:tblLook w:val="04A0" w:firstRow="1" w:lastRow="0" w:firstColumn="1" w:lastColumn="0" w:noHBand="0" w:noVBand="1"/>
      </w:tblPr>
      <w:tblGrid>
        <w:gridCol w:w="1293"/>
        <w:gridCol w:w="5790"/>
      </w:tblGrid>
      <w:tr w:rsidR="006C03F2" w:rsidTr="00804AB5">
        <w:trPr>
          <w:trHeight w:val="1152"/>
        </w:trPr>
        <w:tc>
          <w:tcPr>
            <w:tcW w:w="1293" w:type="dxa"/>
            <w:vAlign w:val="center"/>
          </w:tcPr>
          <w:p w:rsidR="006C03F2" w:rsidRPr="006C03F2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  <w:t>… €</w:t>
            </w:r>
          </w:p>
        </w:tc>
        <w:tc>
          <w:tcPr>
            <w:tcW w:w="5790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28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27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26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25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4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3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2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0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C03F2" w:rsidTr="00804AB5">
        <w:trPr>
          <w:trHeight w:val="1152"/>
        </w:trPr>
        <w:tc>
          <w:tcPr>
            <w:tcW w:w="1293" w:type="dxa"/>
            <w:vAlign w:val="center"/>
          </w:tcPr>
          <w:p w:rsidR="006C03F2" w:rsidRPr="006C03F2" w:rsidRDefault="006C03F2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bCs/>
                <w:color w:val="1D1B10"/>
                <w:sz w:val="40"/>
                <w:szCs w:val="24"/>
                <w:lang w:eastAsia="fr-FR"/>
              </w:rPr>
              <w:t>… €</w:t>
            </w:r>
          </w:p>
        </w:tc>
        <w:tc>
          <w:tcPr>
            <w:tcW w:w="5790" w:type="dxa"/>
          </w:tcPr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35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3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33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C03F2" w:rsidRDefault="006C03F2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1079500" cy="584200"/>
                  <wp:effectExtent l="0" t="0" r="6350" b="6350"/>
                  <wp:docPr id="2232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9500" cy="584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31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30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6C03F2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93700" cy="393700"/>
                  <wp:effectExtent l="0" t="0" r="6350" b="6350"/>
                  <wp:docPr id="2229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393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45B" w:rsidRPr="007E024D" w:rsidRDefault="001D645B" w:rsidP="00804AB5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D645B" w:rsidRPr="007E024D" w:rsidSect="006C03F2">
      <w:pgSz w:w="16838" w:h="11906" w:orient="landscape"/>
      <w:pgMar w:top="851" w:right="1440" w:bottom="1080" w:left="1135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F2"/>
    <w:rsid w:val="001D645B"/>
    <w:rsid w:val="005175A3"/>
    <w:rsid w:val="005F7238"/>
    <w:rsid w:val="006C03F2"/>
    <w:rsid w:val="007E024D"/>
    <w:rsid w:val="0080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AE7296-FCD6-43B7-A3B8-08039EB87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03F2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C03F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2</Pages>
  <Words>49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2016-11-20T08:39:00Z</dcterms:created>
  <dcterms:modified xsi:type="dcterms:W3CDTF">2016-11-20T08:42:00Z</dcterms:modified>
</cp:coreProperties>
</file>